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4A82" w:rsidRDefault="007D4A82" w:rsidP="00BA4DA6">
      <w:pPr>
        <w:pStyle w:val="Title"/>
      </w:pPr>
      <w:r>
        <w:t>Acrobat XI</w:t>
      </w:r>
    </w:p>
    <w:p w:rsidR="00BB067E" w:rsidRDefault="00BB067E" w:rsidP="00BB067E">
      <w:pPr>
        <w:pStyle w:val="Heading2"/>
      </w:pPr>
      <w:r>
        <w:t>The Interface</w:t>
      </w:r>
    </w:p>
    <w:p w:rsidR="00BB067E" w:rsidRPr="00BA4DA6" w:rsidRDefault="00BB067E" w:rsidP="00BB15E5">
      <w:pPr>
        <w:pStyle w:val="ListParagraph"/>
      </w:pPr>
      <w:r w:rsidRPr="00BA4DA6">
        <w:t xml:space="preserve">Getting started with Acrobat Pro </w:t>
      </w:r>
    </w:p>
    <w:p w:rsidR="00BB067E" w:rsidRPr="00BA4DA6" w:rsidRDefault="00BB067E" w:rsidP="00BB15E5">
      <w:pPr>
        <w:pStyle w:val="ListParagraph"/>
      </w:pPr>
      <w:r w:rsidRPr="00BA4DA6">
        <w:t xml:space="preserve">Understanding the difference between Acrobat and Adobe Reader </w:t>
      </w:r>
    </w:p>
    <w:p w:rsidR="00BB067E" w:rsidRPr="00BA4DA6" w:rsidRDefault="00BB067E" w:rsidP="00BB15E5">
      <w:pPr>
        <w:pStyle w:val="ListParagraph"/>
      </w:pPr>
      <w:r w:rsidRPr="00BA4DA6">
        <w:t xml:space="preserve">Understanding the interface </w:t>
      </w:r>
    </w:p>
    <w:p w:rsidR="00BB067E" w:rsidRPr="00BA4DA6" w:rsidRDefault="00BB067E" w:rsidP="00BB15E5">
      <w:pPr>
        <w:pStyle w:val="ListParagraph"/>
      </w:pPr>
      <w:r w:rsidRPr="00BA4DA6">
        <w:t xml:space="preserve">Navigating PDF documents </w:t>
      </w:r>
    </w:p>
    <w:p w:rsidR="00BB067E" w:rsidRPr="00BA4DA6" w:rsidRDefault="00BB067E" w:rsidP="00BB15E5">
      <w:pPr>
        <w:pStyle w:val="ListParagraph"/>
      </w:pPr>
      <w:r w:rsidRPr="00BA4DA6">
        <w:t xml:space="preserve">Customizing the toolbars </w:t>
      </w:r>
    </w:p>
    <w:p w:rsidR="00BB067E" w:rsidRPr="00BA4DA6" w:rsidRDefault="00BB067E" w:rsidP="00BB15E5">
      <w:pPr>
        <w:pStyle w:val="ListParagraph"/>
      </w:pPr>
      <w:r w:rsidRPr="00BA4DA6">
        <w:t xml:space="preserve">Working with the navigation panels </w:t>
      </w:r>
    </w:p>
    <w:p w:rsidR="00BB067E" w:rsidRPr="00BA4DA6" w:rsidRDefault="00BB067E" w:rsidP="00BB15E5">
      <w:pPr>
        <w:pStyle w:val="ListParagraph"/>
      </w:pPr>
      <w:r w:rsidRPr="00BA4DA6">
        <w:t xml:space="preserve">Using the zoom tools </w:t>
      </w:r>
    </w:p>
    <w:p w:rsidR="00BB067E" w:rsidRPr="00BA4DA6" w:rsidRDefault="00BB067E" w:rsidP="00BB15E5">
      <w:pPr>
        <w:pStyle w:val="ListParagraph"/>
      </w:pPr>
      <w:r w:rsidRPr="00BA4DA6">
        <w:t xml:space="preserve">Understanding the window views </w:t>
      </w:r>
    </w:p>
    <w:p w:rsidR="00BB067E" w:rsidRPr="00BA4DA6" w:rsidRDefault="00BB067E" w:rsidP="00BB15E5">
      <w:pPr>
        <w:pStyle w:val="ListParagraph"/>
      </w:pPr>
      <w:r w:rsidRPr="00BA4DA6">
        <w:t xml:space="preserve">Using the Organizer </w:t>
      </w:r>
    </w:p>
    <w:p w:rsidR="00BB067E" w:rsidRPr="00BA4DA6" w:rsidRDefault="00BB067E" w:rsidP="00BB15E5">
      <w:pPr>
        <w:pStyle w:val="ListParagraph"/>
      </w:pPr>
      <w:r w:rsidRPr="00BA4DA6">
        <w:t xml:space="preserve">Auto-saving </w:t>
      </w:r>
    </w:p>
    <w:p w:rsidR="00BB067E" w:rsidRPr="00BA4DA6" w:rsidRDefault="00BB067E" w:rsidP="00BB15E5">
      <w:pPr>
        <w:pStyle w:val="ListParagraph"/>
      </w:pPr>
      <w:r w:rsidRPr="00BA4DA6">
        <w:t xml:space="preserve">Using the Full Screen and Reading modes </w:t>
      </w:r>
    </w:p>
    <w:p w:rsidR="00BB067E" w:rsidRDefault="00BB067E" w:rsidP="00BB067E">
      <w:pPr>
        <w:pStyle w:val="Heading2"/>
      </w:pPr>
      <w:r>
        <w:t xml:space="preserve">Creating PDFs </w:t>
      </w:r>
    </w:p>
    <w:p w:rsidR="00BB067E" w:rsidRPr="00BB15E5" w:rsidRDefault="00BB067E" w:rsidP="00BB15E5">
      <w:pPr>
        <w:pStyle w:val="ListParagraph"/>
      </w:pPr>
      <w:r w:rsidRPr="00BB15E5">
        <w:t xml:space="preserve">Creating a PDF from Word </w:t>
      </w:r>
      <w:r w:rsidR="00BB15E5">
        <w:t xml:space="preserve">, </w:t>
      </w:r>
      <w:r w:rsidRPr="00BB15E5">
        <w:t xml:space="preserve">Creating a PDF from Excel </w:t>
      </w:r>
    </w:p>
    <w:p w:rsidR="00BB067E" w:rsidRPr="00BB15E5" w:rsidRDefault="00BB067E" w:rsidP="0038687A">
      <w:pPr>
        <w:pStyle w:val="ListParagraph"/>
      </w:pPr>
      <w:r w:rsidRPr="00BB15E5">
        <w:t xml:space="preserve">Creating a PDF from PowerPoint </w:t>
      </w:r>
      <w:r w:rsidR="00BB15E5">
        <w:t xml:space="preserve">, </w:t>
      </w:r>
      <w:r w:rsidRPr="00BB15E5">
        <w:t>Creating a PDF from Outlook (Windows only)</w:t>
      </w:r>
    </w:p>
    <w:p w:rsidR="00BB067E" w:rsidRPr="00BB15E5" w:rsidRDefault="00BB067E" w:rsidP="00BB15E5">
      <w:pPr>
        <w:pStyle w:val="ListParagraph"/>
      </w:pPr>
      <w:r w:rsidRPr="00BB15E5">
        <w:t xml:space="preserve">Creating a PDF from the web </w:t>
      </w:r>
    </w:p>
    <w:p w:rsidR="00BB067E" w:rsidRPr="00BB15E5" w:rsidRDefault="00BB067E" w:rsidP="00BB15E5">
      <w:pPr>
        <w:pStyle w:val="ListParagraph"/>
      </w:pPr>
      <w:r w:rsidRPr="00BB15E5">
        <w:t xml:space="preserve">Creating a PDF from a file </w:t>
      </w:r>
    </w:p>
    <w:p w:rsidR="00BB067E" w:rsidRPr="00BB15E5" w:rsidRDefault="00BB067E" w:rsidP="00BB15E5">
      <w:pPr>
        <w:pStyle w:val="ListParagraph"/>
      </w:pPr>
      <w:r w:rsidRPr="00BB15E5">
        <w:t xml:space="preserve">Setting PDF file preferences </w:t>
      </w:r>
    </w:p>
    <w:p w:rsidR="00BB067E" w:rsidRPr="00BB15E5" w:rsidRDefault="00BB067E" w:rsidP="00BB15E5">
      <w:pPr>
        <w:pStyle w:val="ListParagraph"/>
      </w:pPr>
      <w:r w:rsidRPr="00BB15E5">
        <w:t xml:space="preserve">Creating a PDF from copied content </w:t>
      </w:r>
    </w:p>
    <w:p w:rsidR="00BB067E" w:rsidRPr="00BB15E5" w:rsidRDefault="00BB067E" w:rsidP="00BB15E5">
      <w:pPr>
        <w:pStyle w:val="ListParagraph"/>
      </w:pPr>
      <w:r w:rsidRPr="00BB15E5">
        <w:t xml:space="preserve">Creating a PDF from a scanner </w:t>
      </w:r>
    </w:p>
    <w:p w:rsidR="00BB067E" w:rsidRPr="00BB15E5" w:rsidRDefault="00BB067E" w:rsidP="00BB15E5">
      <w:pPr>
        <w:pStyle w:val="ListParagraph"/>
      </w:pPr>
      <w:r w:rsidRPr="00BB15E5">
        <w:t xml:space="preserve">Optimizing a scanned PDF </w:t>
      </w:r>
    </w:p>
    <w:p w:rsidR="00BB067E" w:rsidRPr="00BB15E5" w:rsidRDefault="00BB067E" w:rsidP="00BB15E5">
      <w:pPr>
        <w:pStyle w:val="ListParagraph"/>
      </w:pPr>
      <w:r w:rsidRPr="00BB15E5">
        <w:t xml:space="preserve">Creating a PDF from a blank page </w:t>
      </w:r>
    </w:p>
    <w:p w:rsidR="00BB067E" w:rsidRPr="00BB15E5" w:rsidRDefault="00BB067E" w:rsidP="00BB15E5">
      <w:pPr>
        <w:pStyle w:val="ListParagraph"/>
      </w:pPr>
      <w:r w:rsidRPr="00BB15E5">
        <w:t xml:space="preserve">Creating multiple PDFs in a batch </w:t>
      </w:r>
    </w:p>
    <w:p w:rsidR="00BB067E" w:rsidRPr="00BB15E5" w:rsidRDefault="00BB067E" w:rsidP="00BB15E5">
      <w:pPr>
        <w:pStyle w:val="ListParagraph"/>
      </w:pPr>
      <w:r w:rsidRPr="00BB15E5">
        <w:t xml:space="preserve">Creating PDFs from InDesign, Illustrator, and Photoshop </w:t>
      </w:r>
    </w:p>
    <w:p w:rsidR="00BB067E" w:rsidRDefault="00BB067E" w:rsidP="00BB067E">
      <w:pPr>
        <w:pStyle w:val="Heading2"/>
      </w:pPr>
      <w:r>
        <w:t xml:space="preserve">Combining Documents  </w:t>
      </w:r>
    </w:p>
    <w:p w:rsidR="00BB067E" w:rsidRDefault="00BB067E" w:rsidP="00BB15E5">
      <w:pPr>
        <w:pStyle w:val="ListParagraph"/>
      </w:pPr>
      <w:r>
        <w:t xml:space="preserve">Combining documents </w:t>
      </w:r>
    </w:p>
    <w:p w:rsidR="00BB067E" w:rsidRDefault="00BB067E" w:rsidP="00BB15E5">
      <w:pPr>
        <w:pStyle w:val="ListParagraph"/>
      </w:pPr>
      <w:r>
        <w:t xml:space="preserve">Creating a merged document </w:t>
      </w:r>
    </w:p>
    <w:p w:rsidR="00BB067E" w:rsidRDefault="00BB067E" w:rsidP="00BB15E5">
      <w:pPr>
        <w:pStyle w:val="ListParagraph"/>
      </w:pPr>
      <w:r>
        <w:t xml:space="preserve">Creating a PDF Portfolio </w:t>
      </w:r>
    </w:p>
    <w:p w:rsidR="00BB067E" w:rsidRDefault="00BB067E" w:rsidP="00BB15E5">
      <w:pPr>
        <w:pStyle w:val="ListParagraph"/>
      </w:pPr>
      <w:r>
        <w:t xml:space="preserve">Adding files or folders to a PDF Portfolio </w:t>
      </w:r>
    </w:p>
    <w:p w:rsidR="00BB067E" w:rsidRDefault="00BB067E" w:rsidP="00BB15E5">
      <w:pPr>
        <w:pStyle w:val="ListParagraph"/>
      </w:pPr>
      <w:r>
        <w:t xml:space="preserve">Customizing PDF Portfolio options </w:t>
      </w:r>
    </w:p>
    <w:p w:rsidR="00BB067E" w:rsidRDefault="00BB067E" w:rsidP="00BB15E5">
      <w:pPr>
        <w:pStyle w:val="ListParagraph"/>
      </w:pPr>
      <w:r>
        <w:t xml:space="preserve">Previewing native files in a PDF Portfolio </w:t>
      </w:r>
    </w:p>
    <w:p w:rsidR="00BB067E" w:rsidRDefault="00BB067E" w:rsidP="00BB15E5">
      <w:pPr>
        <w:pStyle w:val="ListParagraph"/>
      </w:pPr>
      <w:r>
        <w:t xml:space="preserve">Searching in a PDF Portfolio </w:t>
      </w:r>
    </w:p>
    <w:p w:rsidR="00BB067E" w:rsidRDefault="00BB067E" w:rsidP="00BB15E5">
      <w:pPr>
        <w:pStyle w:val="ListParagraph"/>
      </w:pPr>
      <w:r>
        <w:t xml:space="preserve">Running commands on a PDF Portfolio </w:t>
      </w:r>
    </w:p>
    <w:p w:rsidR="00BB067E" w:rsidRDefault="00BB067E" w:rsidP="00BB15E5">
      <w:pPr>
        <w:pStyle w:val="ListParagraph"/>
      </w:pPr>
      <w:r>
        <w:t xml:space="preserve">Applying security to a PDF Portfolio </w:t>
      </w:r>
    </w:p>
    <w:p w:rsidR="00BB067E" w:rsidRDefault="00BB067E" w:rsidP="00BB15E5">
      <w:pPr>
        <w:pStyle w:val="ListParagraph"/>
      </w:pPr>
      <w:r>
        <w:t xml:space="preserve">PDF Portfolios and previous versions of Acrobat or Adobe Reader </w:t>
      </w:r>
    </w:p>
    <w:p w:rsidR="00BB067E" w:rsidRDefault="00BB067E" w:rsidP="00BB067E">
      <w:pPr>
        <w:pStyle w:val="Heading2"/>
      </w:pPr>
      <w:r>
        <w:t xml:space="preserve">Modifying PDFs </w:t>
      </w:r>
    </w:p>
    <w:p w:rsidR="00BB067E" w:rsidRDefault="00BB067E" w:rsidP="00BB15E5">
      <w:pPr>
        <w:pStyle w:val="ListParagraph"/>
      </w:pPr>
      <w:r>
        <w:t xml:space="preserve">Inserting and deleting pages </w:t>
      </w:r>
    </w:p>
    <w:p w:rsidR="00BB067E" w:rsidRDefault="00BB067E" w:rsidP="00BB15E5">
      <w:pPr>
        <w:pStyle w:val="ListParagraph"/>
      </w:pPr>
      <w:r>
        <w:t xml:space="preserve">Embedding and removing thumbnails </w:t>
      </w:r>
    </w:p>
    <w:p w:rsidR="00BB067E" w:rsidRDefault="00BB067E" w:rsidP="00BB15E5">
      <w:pPr>
        <w:pStyle w:val="ListParagraph"/>
      </w:pPr>
      <w:r>
        <w:t xml:space="preserve">Moving, rotating, and cropping </w:t>
      </w:r>
    </w:p>
    <w:p w:rsidR="00BB067E" w:rsidRDefault="00BB067E" w:rsidP="0011579E">
      <w:pPr>
        <w:pStyle w:val="ListParagraph"/>
      </w:pPr>
      <w:r>
        <w:t xml:space="preserve">Extracting and replacing pages </w:t>
      </w:r>
      <w:r w:rsidR="00BB15E5">
        <w:t xml:space="preserve">, </w:t>
      </w:r>
      <w:r>
        <w:t xml:space="preserve">Splitting PDFs </w:t>
      </w:r>
    </w:p>
    <w:p w:rsidR="00BB15E5" w:rsidRDefault="00BB067E" w:rsidP="00BB15E5">
      <w:pPr>
        <w:pStyle w:val="ListParagraph"/>
      </w:pPr>
      <w:r>
        <w:t xml:space="preserve">Renumbering pages </w:t>
      </w:r>
      <w:r w:rsidR="00BB15E5">
        <w:t xml:space="preserve">, Using Bates numbering </w:t>
      </w:r>
    </w:p>
    <w:p w:rsidR="00BB067E" w:rsidRDefault="00BB067E" w:rsidP="00BB15E5">
      <w:pPr>
        <w:pStyle w:val="ListParagraph"/>
      </w:pPr>
      <w:r>
        <w:t xml:space="preserve">Adding headers and footers </w:t>
      </w:r>
    </w:p>
    <w:p w:rsidR="00BB067E" w:rsidRDefault="00BB067E" w:rsidP="00BB15E5">
      <w:pPr>
        <w:pStyle w:val="ListParagraph"/>
      </w:pPr>
      <w:r>
        <w:t xml:space="preserve">Creating watermarks and backgrounds </w:t>
      </w:r>
    </w:p>
    <w:p w:rsidR="00BB067E" w:rsidRDefault="00BB067E" w:rsidP="00BB15E5">
      <w:pPr>
        <w:pStyle w:val="ListParagraph"/>
      </w:pPr>
      <w:r>
        <w:t xml:space="preserve">Copying content </w:t>
      </w:r>
    </w:p>
    <w:p w:rsidR="00BB067E" w:rsidRDefault="00BB067E" w:rsidP="00BB15E5">
      <w:pPr>
        <w:pStyle w:val="ListParagraph"/>
      </w:pPr>
      <w:r>
        <w:t xml:space="preserve">Editing text </w:t>
      </w:r>
    </w:p>
    <w:p w:rsidR="00BB067E" w:rsidRDefault="00BB067E" w:rsidP="00BB15E5">
      <w:pPr>
        <w:pStyle w:val="ListParagraph"/>
      </w:pPr>
      <w:r>
        <w:t xml:space="preserve">Adding text using the Typewriter tool </w:t>
      </w:r>
    </w:p>
    <w:p w:rsidR="00BB067E" w:rsidRDefault="00BB067E" w:rsidP="00BB15E5">
      <w:pPr>
        <w:pStyle w:val="ListParagraph"/>
      </w:pPr>
      <w:r>
        <w:t xml:space="preserve">Touching up objects </w:t>
      </w:r>
    </w:p>
    <w:p w:rsidR="00BB067E" w:rsidRDefault="00BB067E" w:rsidP="00BB15E5">
      <w:pPr>
        <w:pStyle w:val="ListParagraph"/>
      </w:pPr>
      <w:r>
        <w:t xml:space="preserve">Comparing PDF documents </w:t>
      </w:r>
    </w:p>
    <w:p w:rsidR="00BB067E" w:rsidRDefault="00BB067E" w:rsidP="00BB15E5">
      <w:pPr>
        <w:pStyle w:val="ListParagraph"/>
      </w:pPr>
      <w:r>
        <w:t xml:space="preserve">Setting document properties </w:t>
      </w:r>
    </w:p>
    <w:p w:rsidR="00BB067E" w:rsidRDefault="00BB067E" w:rsidP="00BB15E5">
      <w:pPr>
        <w:pStyle w:val="ListParagraph"/>
      </w:pPr>
      <w:r>
        <w:t xml:space="preserve">Reducing file size </w:t>
      </w:r>
    </w:p>
    <w:p w:rsidR="00BB067E" w:rsidRDefault="00BB067E" w:rsidP="00BB15E5">
      <w:pPr>
        <w:pStyle w:val="ListParagraph"/>
      </w:pPr>
      <w:r>
        <w:t xml:space="preserve">Attaching documents to a PDF </w:t>
      </w:r>
    </w:p>
    <w:p w:rsidR="00BB067E" w:rsidRDefault="00BB067E" w:rsidP="00BB067E">
      <w:pPr>
        <w:pStyle w:val="Heading2"/>
      </w:pPr>
      <w:r>
        <w:lastRenderedPageBreak/>
        <w:t>Bookmarks</w:t>
      </w:r>
    </w:p>
    <w:p w:rsidR="00BB067E" w:rsidRDefault="00BB067E" w:rsidP="00BB15E5">
      <w:pPr>
        <w:pStyle w:val="ListParagraph"/>
      </w:pPr>
      <w:r>
        <w:t xml:space="preserve">Understanding bookmarks </w:t>
      </w:r>
    </w:p>
    <w:p w:rsidR="00BB067E" w:rsidRDefault="00BB067E" w:rsidP="00BB15E5">
      <w:pPr>
        <w:pStyle w:val="ListParagraph"/>
      </w:pPr>
      <w:r>
        <w:t xml:space="preserve">Creating bookmarks </w:t>
      </w:r>
    </w:p>
    <w:p w:rsidR="00BB067E" w:rsidRDefault="00BB067E" w:rsidP="00BB15E5">
      <w:pPr>
        <w:pStyle w:val="ListParagraph"/>
      </w:pPr>
      <w:r>
        <w:t xml:space="preserve">Bookmarking specific items </w:t>
      </w:r>
    </w:p>
    <w:p w:rsidR="00BB067E" w:rsidRDefault="00BB067E" w:rsidP="00BB15E5">
      <w:pPr>
        <w:pStyle w:val="ListParagraph"/>
      </w:pPr>
      <w:r>
        <w:t xml:space="preserve">Nesting bookmarks </w:t>
      </w:r>
    </w:p>
    <w:p w:rsidR="00BB067E" w:rsidRDefault="00BB067E" w:rsidP="00BB15E5">
      <w:pPr>
        <w:pStyle w:val="ListParagraph"/>
      </w:pPr>
      <w:r>
        <w:t xml:space="preserve">Editing bookmark destinations </w:t>
      </w:r>
    </w:p>
    <w:p w:rsidR="00BB067E" w:rsidRDefault="00BB067E" w:rsidP="00BB15E5">
      <w:pPr>
        <w:pStyle w:val="ListParagraph"/>
      </w:pPr>
      <w:r>
        <w:t xml:space="preserve">Bookmarking shortcuts </w:t>
      </w:r>
    </w:p>
    <w:p w:rsidR="00BB067E" w:rsidRDefault="00BB067E" w:rsidP="00BB15E5">
      <w:pPr>
        <w:pStyle w:val="ListParagraph"/>
      </w:pPr>
      <w:r>
        <w:t xml:space="preserve">Bookmarking actions </w:t>
      </w:r>
    </w:p>
    <w:p w:rsidR="00BB067E" w:rsidRDefault="00BB067E" w:rsidP="00BB15E5">
      <w:pPr>
        <w:pStyle w:val="ListParagraph"/>
      </w:pPr>
      <w:r>
        <w:t xml:space="preserve">Using the Bookmarks navigation panel and the Initial View setting </w:t>
      </w:r>
    </w:p>
    <w:p w:rsidR="00BB067E" w:rsidRDefault="00BB067E" w:rsidP="00BB067E">
      <w:pPr>
        <w:pStyle w:val="Heading2"/>
      </w:pPr>
      <w:r>
        <w:t>Links</w:t>
      </w:r>
    </w:p>
    <w:p w:rsidR="00BB067E" w:rsidRDefault="00BB067E" w:rsidP="00BB15E5">
      <w:pPr>
        <w:pStyle w:val="ListParagraph"/>
      </w:pPr>
      <w:r>
        <w:t xml:space="preserve">Using links </w:t>
      </w:r>
    </w:p>
    <w:p w:rsidR="00BB067E" w:rsidRDefault="00BB067E" w:rsidP="00BB15E5">
      <w:pPr>
        <w:pStyle w:val="ListParagraph"/>
      </w:pPr>
      <w:r>
        <w:t xml:space="preserve">Creating links </w:t>
      </w:r>
    </w:p>
    <w:p w:rsidR="00BB067E" w:rsidRDefault="00BB067E" w:rsidP="00BB15E5">
      <w:pPr>
        <w:pStyle w:val="ListParagraph"/>
      </w:pPr>
      <w:r>
        <w:t xml:space="preserve">Editing links </w:t>
      </w:r>
    </w:p>
    <w:p w:rsidR="00BB067E" w:rsidRDefault="00BB067E" w:rsidP="00BB15E5">
      <w:pPr>
        <w:pStyle w:val="ListParagraph"/>
      </w:pPr>
      <w:r>
        <w:t xml:space="preserve">Using cross-document linking </w:t>
      </w:r>
    </w:p>
    <w:p w:rsidR="00BB067E" w:rsidRDefault="00BB067E" w:rsidP="00BB15E5">
      <w:pPr>
        <w:pStyle w:val="ListParagraph"/>
      </w:pPr>
      <w:r>
        <w:t xml:space="preserve">Creating destination links </w:t>
      </w:r>
    </w:p>
    <w:p w:rsidR="00BB067E" w:rsidRDefault="00BB067E" w:rsidP="00BB15E5">
      <w:pPr>
        <w:pStyle w:val="ListParagraph"/>
      </w:pPr>
      <w:r>
        <w:t xml:space="preserve">Using link shortcuts </w:t>
      </w:r>
    </w:p>
    <w:p w:rsidR="00BB067E" w:rsidRDefault="00BB067E" w:rsidP="00BB067E">
      <w:pPr>
        <w:pStyle w:val="Heading2"/>
      </w:pPr>
      <w:r>
        <w:t>Repurposing Content</w:t>
      </w:r>
    </w:p>
    <w:p w:rsidR="00BB067E" w:rsidRDefault="00BB067E" w:rsidP="00BB15E5">
      <w:pPr>
        <w:pStyle w:val="ListParagraph"/>
      </w:pPr>
      <w:r>
        <w:t xml:space="preserve">Exporting images from a PDF </w:t>
      </w:r>
    </w:p>
    <w:p w:rsidR="00BB067E" w:rsidRDefault="00BB067E" w:rsidP="00BB15E5">
      <w:pPr>
        <w:pStyle w:val="ListParagraph"/>
      </w:pPr>
      <w:r>
        <w:t xml:space="preserve">Exporting text from a PDF </w:t>
      </w:r>
    </w:p>
    <w:p w:rsidR="00BB067E" w:rsidRDefault="00BB067E" w:rsidP="00BB15E5">
      <w:pPr>
        <w:pStyle w:val="ListParagraph"/>
      </w:pPr>
      <w:r>
        <w:t xml:space="preserve">Exporting to Word </w:t>
      </w:r>
    </w:p>
    <w:p w:rsidR="00BB067E" w:rsidRDefault="00BB067E" w:rsidP="00BB15E5">
      <w:pPr>
        <w:pStyle w:val="ListParagraph"/>
      </w:pPr>
      <w:r>
        <w:t xml:space="preserve">Exporting to HTML </w:t>
      </w:r>
    </w:p>
    <w:p w:rsidR="00BB067E" w:rsidRDefault="00BB067E" w:rsidP="00BB15E5">
      <w:pPr>
        <w:pStyle w:val="ListParagraph"/>
      </w:pPr>
      <w:r>
        <w:t xml:space="preserve">Batch-processing an export </w:t>
      </w:r>
    </w:p>
    <w:p w:rsidR="00BB067E" w:rsidRDefault="00BB067E" w:rsidP="00BB067E">
      <w:pPr>
        <w:pStyle w:val="Heading2"/>
      </w:pPr>
      <w:r>
        <w:t xml:space="preserve">Collaborating </w:t>
      </w:r>
    </w:p>
    <w:p w:rsidR="00BB067E" w:rsidRDefault="00BB067E" w:rsidP="00BB15E5">
      <w:pPr>
        <w:pStyle w:val="ListParagraph"/>
      </w:pPr>
      <w:r>
        <w:t xml:space="preserve">Viewing comments </w:t>
      </w:r>
    </w:p>
    <w:p w:rsidR="00BB067E" w:rsidRDefault="00BB067E" w:rsidP="00BB15E5">
      <w:pPr>
        <w:pStyle w:val="ListParagraph"/>
      </w:pPr>
      <w:r>
        <w:t xml:space="preserve">Adding sticky notes </w:t>
      </w:r>
    </w:p>
    <w:p w:rsidR="00BB067E" w:rsidRDefault="00BB067E" w:rsidP="00BB15E5">
      <w:pPr>
        <w:pStyle w:val="ListParagraph"/>
      </w:pPr>
      <w:r>
        <w:t xml:space="preserve">Using the Text Edits tool </w:t>
      </w:r>
    </w:p>
    <w:p w:rsidR="00BB067E" w:rsidRDefault="00BB067E" w:rsidP="00BB15E5">
      <w:pPr>
        <w:pStyle w:val="ListParagraph"/>
      </w:pPr>
      <w:r>
        <w:t xml:space="preserve">Using the Stamp tool </w:t>
      </w:r>
    </w:p>
    <w:p w:rsidR="00BB067E" w:rsidRDefault="00BB067E" w:rsidP="00BB15E5">
      <w:pPr>
        <w:pStyle w:val="ListParagraph"/>
      </w:pPr>
      <w:r>
        <w:t xml:space="preserve">Using highlights, underlines, and strikethroughs </w:t>
      </w:r>
    </w:p>
    <w:p w:rsidR="00BB067E" w:rsidRDefault="00BB067E" w:rsidP="00BB15E5">
      <w:pPr>
        <w:pStyle w:val="ListParagraph"/>
      </w:pPr>
      <w:r>
        <w:t xml:space="preserve">Attaching files as comments </w:t>
      </w:r>
    </w:p>
    <w:p w:rsidR="00BB067E" w:rsidRDefault="00BB067E" w:rsidP="00BB15E5">
      <w:pPr>
        <w:pStyle w:val="ListParagraph"/>
      </w:pPr>
      <w:r>
        <w:t xml:space="preserve">Recording an audio comment </w:t>
      </w:r>
    </w:p>
    <w:p w:rsidR="00BB067E" w:rsidRDefault="00BB067E" w:rsidP="00BB15E5">
      <w:pPr>
        <w:pStyle w:val="ListParagraph"/>
      </w:pPr>
      <w:r>
        <w:t xml:space="preserve">Using the drawing tools </w:t>
      </w:r>
    </w:p>
    <w:p w:rsidR="00BB067E" w:rsidRDefault="00BB067E" w:rsidP="00BB15E5">
      <w:pPr>
        <w:pStyle w:val="ListParagraph"/>
      </w:pPr>
      <w:r>
        <w:t xml:space="preserve">Enabling commenting in Reader </w:t>
      </w:r>
    </w:p>
    <w:p w:rsidR="00BB067E" w:rsidRDefault="00BB067E" w:rsidP="00BB15E5">
      <w:pPr>
        <w:pStyle w:val="ListParagraph"/>
      </w:pPr>
      <w:r>
        <w:t xml:space="preserve">Understanding the different review processes </w:t>
      </w:r>
    </w:p>
    <w:p w:rsidR="00BB067E" w:rsidRDefault="00BB067E" w:rsidP="00BB15E5">
      <w:pPr>
        <w:pStyle w:val="ListParagraph"/>
      </w:pPr>
      <w:r>
        <w:t xml:space="preserve">Attaching a PDF for email review </w:t>
      </w:r>
    </w:p>
    <w:p w:rsidR="00BB067E" w:rsidRDefault="00BB067E" w:rsidP="00BB15E5">
      <w:pPr>
        <w:pStyle w:val="ListParagraph"/>
      </w:pPr>
      <w:r>
        <w:t xml:space="preserve">Using the Shared Review feature </w:t>
      </w:r>
    </w:p>
    <w:p w:rsidR="00BB067E" w:rsidRDefault="00BB067E" w:rsidP="00BB15E5">
      <w:pPr>
        <w:pStyle w:val="ListParagraph"/>
      </w:pPr>
      <w:r>
        <w:t xml:space="preserve">Reviewing via Acrobat.com </w:t>
      </w:r>
    </w:p>
    <w:p w:rsidR="00BB067E" w:rsidRDefault="00BB067E" w:rsidP="00BB15E5">
      <w:pPr>
        <w:pStyle w:val="ListParagraph"/>
      </w:pPr>
      <w:r>
        <w:t xml:space="preserve">Using the Collaborate Live feature </w:t>
      </w:r>
    </w:p>
    <w:p w:rsidR="00BB067E" w:rsidRDefault="00BB067E" w:rsidP="00BB15E5">
      <w:pPr>
        <w:pStyle w:val="ListParagraph"/>
      </w:pPr>
      <w:r>
        <w:t xml:space="preserve">Using the Review Tracker </w:t>
      </w:r>
    </w:p>
    <w:p w:rsidR="00BB067E" w:rsidRDefault="00BB067E" w:rsidP="00BB15E5">
      <w:pPr>
        <w:pStyle w:val="ListParagraph"/>
      </w:pPr>
      <w:r>
        <w:t xml:space="preserve">Exporting and importing comments </w:t>
      </w:r>
    </w:p>
    <w:p w:rsidR="00BB067E" w:rsidRDefault="00BB067E" w:rsidP="00BB15E5">
      <w:pPr>
        <w:pStyle w:val="ListParagraph"/>
      </w:pPr>
      <w:r>
        <w:t xml:space="preserve">Reviewing comments </w:t>
      </w:r>
    </w:p>
    <w:p w:rsidR="00BB067E" w:rsidRDefault="00BB067E" w:rsidP="00BB15E5">
      <w:pPr>
        <w:pStyle w:val="ListParagraph"/>
      </w:pPr>
      <w:r>
        <w:t xml:space="preserve">Summarizing comments </w:t>
      </w:r>
    </w:p>
    <w:p w:rsidR="00BB067E" w:rsidRDefault="00BB067E" w:rsidP="00BB067E">
      <w:pPr>
        <w:pStyle w:val="Heading2"/>
      </w:pPr>
      <w:r>
        <w:t xml:space="preserve">Finding and Searching </w:t>
      </w:r>
    </w:p>
    <w:p w:rsidR="00BB067E" w:rsidRDefault="00BB067E" w:rsidP="00BB15E5">
      <w:pPr>
        <w:pStyle w:val="ListParagraph"/>
      </w:pPr>
      <w:r>
        <w:t xml:space="preserve">Using Basic Find </w:t>
      </w:r>
    </w:p>
    <w:p w:rsidR="00BB067E" w:rsidRDefault="00BB067E" w:rsidP="00BB15E5">
      <w:pPr>
        <w:pStyle w:val="ListParagraph"/>
      </w:pPr>
      <w:r>
        <w:t xml:space="preserve">Using Search </w:t>
      </w:r>
    </w:p>
    <w:p w:rsidR="00BB067E" w:rsidRDefault="00BB067E" w:rsidP="00BB15E5">
      <w:pPr>
        <w:pStyle w:val="ListParagraph"/>
      </w:pPr>
      <w:r>
        <w:t xml:space="preserve">Advanced searching </w:t>
      </w:r>
    </w:p>
    <w:p w:rsidR="00BB067E" w:rsidRDefault="00BB067E" w:rsidP="00BB067E">
      <w:pPr>
        <w:pStyle w:val="Heading2"/>
      </w:pPr>
      <w:r>
        <w:t>Security</w:t>
      </w:r>
    </w:p>
    <w:p w:rsidR="00BB067E" w:rsidRDefault="00BB067E" w:rsidP="00BB15E5">
      <w:pPr>
        <w:pStyle w:val="ListParagraph"/>
      </w:pPr>
      <w:r>
        <w:t xml:space="preserve">Showing security properties for a PDF </w:t>
      </w:r>
    </w:p>
    <w:p w:rsidR="00BB067E" w:rsidRDefault="00BB067E" w:rsidP="00BB15E5">
      <w:pPr>
        <w:pStyle w:val="ListParagraph"/>
      </w:pPr>
      <w:r>
        <w:t xml:space="preserve">Enabling Encrypt with Password security </w:t>
      </w:r>
    </w:p>
    <w:p w:rsidR="00BB067E" w:rsidRDefault="00BB067E" w:rsidP="00BB15E5">
      <w:pPr>
        <w:pStyle w:val="ListParagraph"/>
      </w:pPr>
      <w:r>
        <w:t xml:space="preserve">Removing Encrypt with Password security </w:t>
      </w:r>
    </w:p>
    <w:p w:rsidR="00BB067E" w:rsidRDefault="00BB067E" w:rsidP="00BB15E5">
      <w:pPr>
        <w:pStyle w:val="ListParagraph"/>
      </w:pPr>
      <w:r>
        <w:t xml:space="preserve">Managing security policies </w:t>
      </w:r>
    </w:p>
    <w:p w:rsidR="00B63990" w:rsidRDefault="00BB067E" w:rsidP="00BB15E5">
      <w:pPr>
        <w:pStyle w:val="ListParagraph"/>
      </w:pPr>
      <w:r>
        <w:t>Redacting</w:t>
      </w:r>
    </w:p>
    <w:p w:rsidR="0092039B" w:rsidRDefault="0092039B">
      <w:r>
        <w:br w:type="page"/>
      </w:r>
    </w:p>
    <w:p w:rsidR="0092039B" w:rsidRPr="0092039B" w:rsidRDefault="0092039B" w:rsidP="0092039B">
      <w:pPr>
        <w:spacing w:after="0" w:line="240" w:lineRule="auto"/>
        <w:rPr>
          <w:rStyle w:val="Heading2Char"/>
        </w:rPr>
      </w:pPr>
      <w:r w:rsidRPr="0092039B">
        <w:rPr>
          <w:rStyle w:val="TitleChar"/>
          <w:lang w:val="fr-FR" w:eastAsia="fr-BE"/>
        </w:rPr>
        <w:lastRenderedPageBreak/>
        <w:t>ACROBAT XI</w:t>
      </w:r>
      <w:r w:rsidRPr="0092039B">
        <w:rPr>
          <w:rStyle w:val="TitleChar"/>
          <w:lang w:val="fr-FR" w:eastAsia="fr-BE"/>
        </w:rPr>
        <w:br/>
      </w:r>
      <w:r w:rsidRPr="0092039B">
        <w:rPr>
          <w:rStyle w:val="Heading2Char"/>
          <w:lang w:val="fr-FR" w:eastAsia="fr-BE"/>
        </w:rPr>
        <w:t>L'interface</w:t>
      </w:r>
    </w:p>
    <w:p w:rsidR="0092039B" w:rsidRDefault="0092039B" w:rsidP="009203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</w:pPr>
      <w:r w:rsidRPr="0092039B"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  <w:t>• Mise en route d'Acrobat Pro</w:t>
      </w:r>
    </w:p>
    <w:p w:rsidR="0092039B" w:rsidRDefault="0092039B" w:rsidP="009203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</w:pPr>
      <w:r w:rsidRPr="0092039B"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  <w:t>• Comprendre la différence entre Acrobat et Adobe Reader</w:t>
      </w:r>
    </w:p>
    <w:p w:rsidR="0092039B" w:rsidRDefault="0092039B" w:rsidP="009203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</w:pPr>
      <w:r w:rsidRPr="0092039B"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  <w:t>• Comprendre l'interface</w:t>
      </w:r>
    </w:p>
    <w:p w:rsidR="0092039B" w:rsidRDefault="0092039B" w:rsidP="009203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</w:pPr>
      <w:r w:rsidRPr="0092039B"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  <w:t>• Navigation dans les documents PDF</w:t>
      </w:r>
    </w:p>
    <w:p w:rsidR="0092039B" w:rsidRDefault="0092039B" w:rsidP="009203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</w:pPr>
      <w:r w:rsidRPr="0092039B"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  <w:t>• Personnalisation des barres d'outils</w:t>
      </w:r>
    </w:p>
    <w:p w:rsidR="0092039B" w:rsidRDefault="0092039B" w:rsidP="009203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</w:pPr>
      <w:r w:rsidRPr="0092039B"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  <w:t>• Travailler avec les panneaux de navigation</w:t>
      </w:r>
    </w:p>
    <w:p w:rsidR="0092039B" w:rsidRDefault="0092039B" w:rsidP="009203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</w:pPr>
      <w:r w:rsidRPr="0092039B"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  <w:t>• Utilisation des outils de zoom</w:t>
      </w:r>
    </w:p>
    <w:p w:rsidR="0092039B" w:rsidRDefault="0092039B" w:rsidP="009203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</w:pPr>
      <w:r w:rsidRPr="0092039B"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  <w:t>• Comprendre les vues de la fenêtre</w:t>
      </w:r>
    </w:p>
    <w:p w:rsidR="0092039B" w:rsidRDefault="0092039B" w:rsidP="009203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</w:pPr>
      <w:r w:rsidRPr="0092039B"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  <w:t>• Utilisation des modes Plein écran et Lecture</w:t>
      </w:r>
    </w:p>
    <w:p w:rsidR="0092039B" w:rsidRDefault="0092039B" w:rsidP="0092039B">
      <w:pPr>
        <w:pStyle w:val="Heading2"/>
        <w:rPr>
          <w:rFonts w:eastAsia="Times New Roman"/>
          <w:lang w:val="fr-FR" w:eastAsia="fr-BE"/>
        </w:rPr>
      </w:pPr>
      <w:r w:rsidRPr="0092039B">
        <w:rPr>
          <w:rFonts w:eastAsia="Times New Roman"/>
          <w:lang w:val="fr-FR" w:eastAsia="fr-BE"/>
        </w:rPr>
        <w:t>Création de fichiers PDF</w:t>
      </w:r>
    </w:p>
    <w:p w:rsidR="0092039B" w:rsidRDefault="0092039B" w:rsidP="009203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</w:pPr>
      <w:r w:rsidRPr="0092039B"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  <w:t>• Création d'un fichier PDF à partir de Word, création d'un fichier PDF à partir d'Excel</w:t>
      </w:r>
    </w:p>
    <w:p w:rsidR="00B66995" w:rsidRDefault="0092039B" w:rsidP="009203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</w:pPr>
      <w:r w:rsidRPr="0092039B"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  <w:t xml:space="preserve">• Création d'un PDF à partir de PowerPoint, création d'un fichier PDF à partir d'Outlook </w:t>
      </w:r>
    </w:p>
    <w:p w:rsidR="0092039B" w:rsidRDefault="0092039B" w:rsidP="009203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</w:pPr>
      <w:r w:rsidRPr="0092039B"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  <w:t>• Création d'un fichier PDF à partir du Web</w:t>
      </w:r>
    </w:p>
    <w:p w:rsidR="0092039B" w:rsidRDefault="0092039B" w:rsidP="009203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</w:pPr>
      <w:r w:rsidRPr="0092039B"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  <w:t>• Création d'un fichier PDF à partir d'un fichier</w:t>
      </w:r>
    </w:p>
    <w:p w:rsidR="0092039B" w:rsidRDefault="0092039B" w:rsidP="009203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</w:pPr>
      <w:r w:rsidRPr="0092039B"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  <w:t>• Définition des préférences de fichier PDF</w:t>
      </w:r>
    </w:p>
    <w:p w:rsidR="0092039B" w:rsidRDefault="0092039B" w:rsidP="009203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</w:pPr>
      <w:r w:rsidRPr="0092039B"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  <w:t>• Création d'un fichier PDF à partir d'un contenu copié</w:t>
      </w:r>
    </w:p>
    <w:p w:rsidR="0092039B" w:rsidRDefault="0092039B" w:rsidP="009203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</w:pPr>
      <w:r w:rsidRPr="0092039B"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  <w:t>• Création d'un fichier PDF à partir d'un scanner</w:t>
      </w:r>
    </w:p>
    <w:p w:rsidR="0092039B" w:rsidRDefault="0092039B" w:rsidP="009203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</w:pPr>
      <w:r w:rsidRPr="0092039B"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  <w:t>• Optimisation d'un fichier PDF scanné</w:t>
      </w:r>
    </w:p>
    <w:p w:rsidR="0092039B" w:rsidRDefault="0092039B" w:rsidP="009203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</w:pPr>
      <w:r w:rsidRPr="0092039B"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  <w:t>• Création d'un fichier PDF à partir d'une page vierge</w:t>
      </w:r>
    </w:p>
    <w:p w:rsidR="0092039B" w:rsidRDefault="0092039B" w:rsidP="009203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</w:pPr>
      <w:r w:rsidRPr="0092039B"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  <w:t>• Création de plusieurs PDF dans un lot</w:t>
      </w:r>
    </w:p>
    <w:p w:rsidR="0092039B" w:rsidRDefault="0092039B" w:rsidP="0092039B">
      <w:pPr>
        <w:pStyle w:val="Heading2"/>
        <w:rPr>
          <w:rFonts w:eastAsia="Times New Roman"/>
          <w:lang w:val="fr-FR" w:eastAsia="fr-BE"/>
        </w:rPr>
      </w:pPr>
      <w:r w:rsidRPr="0092039B">
        <w:rPr>
          <w:rFonts w:eastAsia="Times New Roman"/>
          <w:lang w:val="fr-FR" w:eastAsia="fr-BE"/>
        </w:rPr>
        <w:t>Combinaison de documents</w:t>
      </w:r>
    </w:p>
    <w:p w:rsidR="0092039B" w:rsidRDefault="0092039B" w:rsidP="009203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</w:pPr>
      <w:r w:rsidRPr="0092039B"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  <w:t>• Combinaison de documents</w:t>
      </w:r>
    </w:p>
    <w:p w:rsidR="0092039B" w:rsidRDefault="0092039B" w:rsidP="009203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</w:pPr>
      <w:r w:rsidRPr="0092039B"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  <w:t>• Création d'un document fusionné</w:t>
      </w:r>
    </w:p>
    <w:p w:rsidR="0092039B" w:rsidRDefault="0092039B" w:rsidP="009203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</w:pPr>
      <w:bookmarkStart w:id="0" w:name="_GoBack"/>
      <w:r w:rsidRPr="0092039B"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  <w:t>• Création d'un portefeuille PDF</w:t>
      </w:r>
    </w:p>
    <w:bookmarkEnd w:id="0"/>
    <w:p w:rsidR="0092039B" w:rsidRDefault="0092039B" w:rsidP="009203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</w:pPr>
      <w:r w:rsidRPr="0092039B"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  <w:t>• Ajout de fichiers ou de dossiers à un portefeuille PDF</w:t>
      </w:r>
    </w:p>
    <w:p w:rsidR="0092039B" w:rsidRDefault="0092039B" w:rsidP="009203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</w:pPr>
      <w:r w:rsidRPr="0092039B"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  <w:t>• Personnalisation des options de portefeuille PDF</w:t>
      </w:r>
    </w:p>
    <w:p w:rsidR="0092039B" w:rsidRDefault="0092039B" w:rsidP="009203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</w:pPr>
      <w:r w:rsidRPr="0092039B"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  <w:t>• Aperçu des fichiers natifs dans un portefeuille PDF</w:t>
      </w:r>
    </w:p>
    <w:p w:rsidR="0092039B" w:rsidRDefault="0092039B" w:rsidP="009203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</w:pPr>
      <w:r w:rsidRPr="0092039B"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  <w:t>• Recherche dans un portefeuille PDF</w:t>
      </w:r>
    </w:p>
    <w:p w:rsidR="0092039B" w:rsidRDefault="0092039B" w:rsidP="009203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</w:pPr>
      <w:r w:rsidRPr="0092039B"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  <w:t>• Exécution de commandes sur un portefeuille PDF</w:t>
      </w:r>
    </w:p>
    <w:p w:rsidR="0092039B" w:rsidRDefault="0092039B" w:rsidP="009203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</w:pPr>
      <w:r w:rsidRPr="0092039B"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  <w:t>• Application de la sécurité à un portefeuille PDF</w:t>
      </w:r>
    </w:p>
    <w:p w:rsidR="0092039B" w:rsidRDefault="0092039B" w:rsidP="009203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</w:pPr>
      <w:r w:rsidRPr="0092039B"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  <w:t>• Portefeuilles PDF et versions précédentes d'Acrobat ou Adobe Reader</w:t>
      </w:r>
    </w:p>
    <w:p w:rsidR="0092039B" w:rsidRDefault="0092039B" w:rsidP="0092039B">
      <w:pPr>
        <w:pStyle w:val="Heading2"/>
        <w:rPr>
          <w:rFonts w:eastAsia="Times New Roman"/>
          <w:lang w:val="fr-FR" w:eastAsia="fr-BE"/>
        </w:rPr>
      </w:pPr>
      <w:r w:rsidRPr="0092039B">
        <w:rPr>
          <w:rFonts w:eastAsia="Times New Roman"/>
          <w:lang w:val="fr-FR" w:eastAsia="fr-BE"/>
        </w:rPr>
        <w:t>Modification des fichiers PDF</w:t>
      </w:r>
    </w:p>
    <w:p w:rsidR="0092039B" w:rsidRDefault="0092039B" w:rsidP="009203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</w:pPr>
      <w:r w:rsidRPr="0092039B"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  <w:t>• Insertion et suppression de pages</w:t>
      </w:r>
    </w:p>
    <w:p w:rsidR="0092039B" w:rsidRDefault="0092039B" w:rsidP="009203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</w:pPr>
      <w:r w:rsidRPr="0092039B"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  <w:t>• Incorporation et suppression de vignettes</w:t>
      </w:r>
    </w:p>
    <w:p w:rsidR="0092039B" w:rsidRDefault="0092039B" w:rsidP="009203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</w:pPr>
      <w:r w:rsidRPr="0092039B"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  <w:t>• Déménagement, rotation et culture</w:t>
      </w:r>
    </w:p>
    <w:p w:rsidR="0092039B" w:rsidRDefault="0092039B" w:rsidP="009203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</w:pPr>
      <w:r w:rsidRPr="0092039B"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  <w:t>• Extraction et remplacement de pages, fractionnement de fichiers PDF</w:t>
      </w:r>
    </w:p>
    <w:p w:rsidR="0092039B" w:rsidRDefault="0092039B" w:rsidP="009203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</w:pPr>
      <w:r w:rsidRPr="0092039B"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  <w:t>• Renumérotation des pages, Utilisation de la numérotation de Bates</w:t>
      </w:r>
    </w:p>
    <w:p w:rsidR="0092039B" w:rsidRDefault="0092039B" w:rsidP="009203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</w:pPr>
      <w:r w:rsidRPr="0092039B"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  <w:t>• Ajout de en-têtes et pieds de page</w:t>
      </w:r>
    </w:p>
    <w:p w:rsidR="0092039B" w:rsidRDefault="0092039B" w:rsidP="009203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</w:pPr>
      <w:r w:rsidRPr="0092039B"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  <w:t>• Créer des filigranes et des arrière-plans</w:t>
      </w:r>
    </w:p>
    <w:p w:rsidR="0092039B" w:rsidRDefault="0092039B" w:rsidP="009203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</w:pPr>
      <w:r w:rsidRPr="0092039B"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  <w:t>• Copie du contenu</w:t>
      </w:r>
    </w:p>
    <w:p w:rsidR="0092039B" w:rsidRDefault="0092039B" w:rsidP="009203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</w:pPr>
      <w:r w:rsidRPr="0092039B"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  <w:t>• Édition de texte</w:t>
      </w:r>
    </w:p>
    <w:p w:rsidR="0092039B" w:rsidRDefault="0092039B" w:rsidP="009203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</w:pPr>
      <w:r w:rsidRPr="0092039B"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  <w:t>• Ajout de texte à l'aide de l'outil Machine à écrire</w:t>
      </w:r>
    </w:p>
    <w:p w:rsidR="0092039B" w:rsidRDefault="0092039B" w:rsidP="009203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</w:pPr>
      <w:r w:rsidRPr="0092039B"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  <w:t>• Toucher des objets</w:t>
      </w:r>
    </w:p>
    <w:p w:rsidR="0092039B" w:rsidRDefault="0092039B" w:rsidP="009203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</w:pPr>
      <w:r w:rsidRPr="0092039B"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  <w:t>• Comparaison des documents PDF</w:t>
      </w:r>
    </w:p>
    <w:p w:rsidR="0092039B" w:rsidRDefault="0092039B" w:rsidP="009203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</w:pPr>
      <w:r w:rsidRPr="0092039B"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  <w:t>• Définition des propriétés du document</w:t>
      </w:r>
    </w:p>
    <w:p w:rsidR="0092039B" w:rsidRDefault="0092039B" w:rsidP="009203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</w:pPr>
      <w:r w:rsidRPr="0092039B"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  <w:t>• Réduction de la taille du fichier</w:t>
      </w:r>
    </w:p>
    <w:p w:rsidR="0092039B" w:rsidRDefault="0092039B" w:rsidP="009203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</w:pPr>
      <w:r w:rsidRPr="0092039B"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  <w:t>• Ajout de documents à un PDF</w:t>
      </w:r>
    </w:p>
    <w:p w:rsidR="0092039B" w:rsidRDefault="0092039B" w:rsidP="0092039B">
      <w:pPr>
        <w:pStyle w:val="Heading2"/>
        <w:rPr>
          <w:rFonts w:eastAsia="Times New Roman"/>
          <w:lang w:val="fr-FR" w:eastAsia="fr-BE"/>
        </w:rPr>
      </w:pPr>
      <w:r w:rsidRPr="0092039B">
        <w:rPr>
          <w:rFonts w:eastAsia="Times New Roman"/>
          <w:lang w:val="fr-FR" w:eastAsia="fr-BE"/>
        </w:rPr>
        <w:t>Signets</w:t>
      </w:r>
    </w:p>
    <w:p w:rsidR="0092039B" w:rsidRDefault="0092039B" w:rsidP="009203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</w:pPr>
      <w:r w:rsidRPr="0092039B"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  <w:t>• Comprendre les signets</w:t>
      </w:r>
    </w:p>
    <w:p w:rsidR="0092039B" w:rsidRDefault="0092039B" w:rsidP="009203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</w:pPr>
      <w:r w:rsidRPr="0092039B"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  <w:t>• Création de favoris</w:t>
      </w:r>
    </w:p>
    <w:p w:rsidR="0092039B" w:rsidRDefault="0092039B" w:rsidP="009203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</w:pPr>
      <w:r w:rsidRPr="0092039B"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  <w:lastRenderedPageBreak/>
        <w:t>• Marquer des éléments spécifiques</w:t>
      </w:r>
    </w:p>
    <w:p w:rsidR="0092039B" w:rsidRDefault="0092039B" w:rsidP="009203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</w:pPr>
      <w:r w:rsidRPr="0092039B"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  <w:t>• Marquage de liens</w:t>
      </w:r>
    </w:p>
    <w:p w:rsidR="0092039B" w:rsidRDefault="0092039B" w:rsidP="009203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</w:pPr>
      <w:r w:rsidRPr="0092039B"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  <w:t>• Modifier les destinations des favoris</w:t>
      </w:r>
    </w:p>
    <w:p w:rsidR="0092039B" w:rsidRDefault="0092039B" w:rsidP="009203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</w:pPr>
      <w:r w:rsidRPr="0092039B"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  <w:t>• Raccourcis de signet</w:t>
      </w:r>
    </w:p>
    <w:p w:rsidR="0092039B" w:rsidRDefault="0092039B" w:rsidP="009203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</w:pPr>
      <w:r w:rsidRPr="0092039B"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  <w:t>• Actions de signet</w:t>
      </w:r>
    </w:p>
    <w:p w:rsidR="0092039B" w:rsidRDefault="0092039B" w:rsidP="009203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</w:pPr>
      <w:r w:rsidRPr="0092039B"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  <w:t xml:space="preserve">• Utilisation du panneau de navigation Bookmarks et du paramètre Initial </w:t>
      </w:r>
      <w:proofErr w:type="spellStart"/>
      <w:r w:rsidRPr="0092039B"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  <w:t>View</w:t>
      </w:r>
      <w:proofErr w:type="spellEnd"/>
    </w:p>
    <w:p w:rsidR="0092039B" w:rsidRDefault="0092039B" w:rsidP="0092039B">
      <w:pPr>
        <w:pStyle w:val="Heading2"/>
        <w:rPr>
          <w:rFonts w:eastAsia="Times New Roman"/>
          <w:lang w:val="fr-FR" w:eastAsia="fr-BE"/>
        </w:rPr>
      </w:pPr>
      <w:r w:rsidRPr="0092039B">
        <w:rPr>
          <w:rFonts w:eastAsia="Times New Roman"/>
          <w:lang w:val="fr-FR" w:eastAsia="fr-BE"/>
        </w:rPr>
        <w:t>Des liens</w:t>
      </w:r>
    </w:p>
    <w:p w:rsidR="0092039B" w:rsidRDefault="0092039B" w:rsidP="009203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</w:pPr>
      <w:r w:rsidRPr="0092039B"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  <w:t>• Utilisation de liens</w:t>
      </w:r>
    </w:p>
    <w:p w:rsidR="0092039B" w:rsidRDefault="0092039B" w:rsidP="009203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</w:pPr>
      <w:r w:rsidRPr="0092039B"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  <w:t>• Création de liens</w:t>
      </w:r>
    </w:p>
    <w:p w:rsidR="0092039B" w:rsidRDefault="0092039B" w:rsidP="009203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</w:pPr>
      <w:r w:rsidRPr="0092039B"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  <w:t>• Modification des liens</w:t>
      </w:r>
    </w:p>
    <w:p w:rsidR="0092039B" w:rsidRDefault="0092039B" w:rsidP="009203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</w:pPr>
      <w:r w:rsidRPr="0092039B"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  <w:t>• Utilisation de liens entre documents</w:t>
      </w:r>
    </w:p>
    <w:p w:rsidR="0092039B" w:rsidRDefault="0092039B" w:rsidP="009203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</w:pPr>
      <w:r w:rsidRPr="0092039B"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  <w:t>• Création de liens de destination</w:t>
      </w:r>
    </w:p>
    <w:p w:rsidR="0092039B" w:rsidRDefault="0092039B" w:rsidP="009203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</w:pPr>
      <w:r w:rsidRPr="0092039B"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  <w:t>• Utilisation des raccourcis de liens</w:t>
      </w:r>
    </w:p>
    <w:p w:rsidR="0092039B" w:rsidRDefault="0092039B" w:rsidP="0092039B">
      <w:pPr>
        <w:pStyle w:val="Heading2"/>
        <w:rPr>
          <w:rFonts w:eastAsia="Times New Roman"/>
          <w:lang w:val="fr-FR" w:eastAsia="fr-BE"/>
        </w:rPr>
      </w:pPr>
      <w:r w:rsidRPr="0092039B">
        <w:rPr>
          <w:rFonts w:eastAsia="Times New Roman"/>
          <w:lang w:val="fr-FR" w:eastAsia="fr-BE"/>
        </w:rPr>
        <w:t>Répartition du contenu</w:t>
      </w:r>
    </w:p>
    <w:p w:rsidR="0092039B" w:rsidRDefault="0092039B" w:rsidP="009203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</w:pPr>
      <w:r w:rsidRPr="0092039B"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  <w:t>• Exportation d'images à partir d'un PDF</w:t>
      </w:r>
    </w:p>
    <w:p w:rsidR="0092039B" w:rsidRDefault="0092039B" w:rsidP="009203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</w:pPr>
      <w:r w:rsidRPr="0092039B"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  <w:t>• Exportation de texte à partir d'un fichier PDF</w:t>
      </w:r>
    </w:p>
    <w:p w:rsidR="0092039B" w:rsidRDefault="0092039B" w:rsidP="009203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</w:pPr>
      <w:r w:rsidRPr="0092039B"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  <w:t>• Exportation vers Word</w:t>
      </w:r>
    </w:p>
    <w:p w:rsidR="0092039B" w:rsidRDefault="0092039B" w:rsidP="009203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</w:pPr>
      <w:r w:rsidRPr="0092039B"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  <w:t>• Exportation vers HTML</w:t>
      </w:r>
    </w:p>
    <w:p w:rsidR="0092039B" w:rsidRDefault="0092039B" w:rsidP="009203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</w:pPr>
      <w:r w:rsidRPr="0092039B"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  <w:t>• Traitement par lots d'une exportation</w:t>
      </w:r>
    </w:p>
    <w:p w:rsidR="0092039B" w:rsidRDefault="0092039B" w:rsidP="0092039B">
      <w:pPr>
        <w:pStyle w:val="Heading2"/>
        <w:rPr>
          <w:rFonts w:eastAsia="Times New Roman"/>
          <w:lang w:val="fr-FR" w:eastAsia="fr-BE"/>
        </w:rPr>
      </w:pPr>
      <w:r w:rsidRPr="0092039B">
        <w:rPr>
          <w:rFonts w:eastAsia="Times New Roman"/>
          <w:lang w:val="fr-FR" w:eastAsia="fr-BE"/>
        </w:rPr>
        <w:t>Collaborer</w:t>
      </w:r>
    </w:p>
    <w:p w:rsidR="0092039B" w:rsidRDefault="0092039B" w:rsidP="009203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</w:pPr>
      <w:r w:rsidRPr="0092039B"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  <w:t>• Affichage des commentaires</w:t>
      </w:r>
    </w:p>
    <w:p w:rsidR="0092039B" w:rsidRDefault="0092039B" w:rsidP="009203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</w:pPr>
      <w:r w:rsidRPr="0092039B"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  <w:t>• Ajout de notes collantes</w:t>
      </w:r>
    </w:p>
    <w:p w:rsidR="0092039B" w:rsidRDefault="0092039B" w:rsidP="009203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</w:pPr>
      <w:r w:rsidRPr="0092039B"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  <w:t>• Utilisation de l'outil Edition de texte</w:t>
      </w:r>
    </w:p>
    <w:p w:rsidR="0092039B" w:rsidRDefault="0092039B" w:rsidP="009203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</w:pPr>
      <w:r w:rsidRPr="0092039B"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  <w:t>• Utilisation de l'outil Tampon</w:t>
      </w:r>
    </w:p>
    <w:p w:rsidR="0092039B" w:rsidRDefault="0092039B" w:rsidP="009203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</w:pPr>
      <w:r w:rsidRPr="0092039B"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  <w:t>• Utilisation des points forts, des soulignements et des traits rayés</w:t>
      </w:r>
    </w:p>
    <w:p w:rsidR="0092039B" w:rsidRDefault="0092039B" w:rsidP="009203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</w:pPr>
      <w:r w:rsidRPr="0092039B"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  <w:t>• Ajout de fichiers en tant que commentaires</w:t>
      </w:r>
    </w:p>
    <w:p w:rsidR="0092039B" w:rsidRDefault="0092039B" w:rsidP="009203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</w:pPr>
      <w:r w:rsidRPr="0092039B"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  <w:t>• Enregistrement d'un commentaire audio</w:t>
      </w:r>
    </w:p>
    <w:p w:rsidR="0092039B" w:rsidRDefault="0092039B" w:rsidP="009203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</w:pPr>
      <w:r w:rsidRPr="0092039B"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  <w:t>• Utilisation des outils de dessin</w:t>
      </w:r>
    </w:p>
    <w:p w:rsidR="0092039B" w:rsidRDefault="0092039B" w:rsidP="009203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</w:pPr>
      <w:r w:rsidRPr="0092039B"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  <w:t>• Activation des commentaires dans Reader</w:t>
      </w:r>
    </w:p>
    <w:p w:rsidR="0092039B" w:rsidRDefault="0092039B" w:rsidP="009203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</w:pPr>
      <w:r w:rsidRPr="0092039B"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  <w:t>• Comprendre les différents processus d'examen</w:t>
      </w:r>
    </w:p>
    <w:p w:rsidR="0092039B" w:rsidRDefault="0092039B" w:rsidP="009203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</w:pPr>
      <w:r w:rsidRPr="0092039B"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  <w:t>• Ajout d'un PDF pour une évaluation par courrier électronique</w:t>
      </w:r>
    </w:p>
    <w:p w:rsidR="0092039B" w:rsidRDefault="0092039B" w:rsidP="009203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</w:pPr>
      <w:r w:rsidRPr="0092039B"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  <w:t>• Utilisation de la fonctionnalité de révision partagée</w:t>
      </w:r>
    </w:p>
    <w:p w:rsidR="0092039B" w:rsidRDefault="0092039B" w:rsidP="009203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</w:pPr>
      <w:r w:rsidRPr="0092039B"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  <w:t>• Revue via Acrobat.com</w:t>
      </w:r>
    </w:p>
    <w:p w:rsidR="0092039B" w:rsidRDefault="0092039B" w:rsidP="009203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</w:pPr>
      <w:r w:rsidRPr="0092039B"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  <w:t xml:space="preserve">• Utilisation de la fonctionnalité </w:t>
      </w:r>
      <w:proofErr w:type="spellStart"/>
      <w:r w:rsidRPr="0092039B"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  <w:t>Collaborate</w:t>
      </w:r>
      <w:proofErr w:type="spellEnd"/>
      <w:r w:rsidRPr="0092039B"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  <w:t xml:space="preserve"> Live</w:t>
      </w:r>
    </w:p>
    <w:p w:rsidR="0092039B" w:rsidRDefault="0092039B" w:rsidP="009203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</w:pPr>
      <w:r w:rsidRPr="0092039B"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  <w:t xml:space="preserve">• Utilisation du </w:t>
      </w:r>
      <w:proofErr w:type="spellStart"/>
      <w:r w:rsidRPr="0092039B"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  <w:t>Tracker</w:t>
      </w:r>
      <w:proofErr w:type="spellEnd"/>
      <w:r w:rsidRPr="0092039B"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  <w:t xml:space="preserve"> de l'examen</w:t>
      </w:r>
    </w:p>
    <w:p w:rsidR="0092039B" w:rsidRDefault="0092039B" w:rsidP="009203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</w:pPr>
      <w:r w:rsidRPr="0092039B"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  <w:t>• Exportation et importation de commentaires</w:t>
      </w:r>
    </w:p>
    <w:p w:rsidR="0092039B" w:rsidRDefault="0092039B" w:rsidP="009203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</w:pPr>
      <w:r w:rsidRPr="0092039B"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  <w:t>• Examen des commentaires</w:t>
      </w:r>
    </w:p>
    <w:p w:rsidR="0092039B" w:rsidRDefault="0092039B" w:rsidP="009203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</w:pPr>
      <w:r w:rsidRPr="0092039B"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  <w:t>• Résumant les commentaires</w:t>
      </w:r>
    </w:p>
    <w:p w:rsidR="0092039B" w:rsidRDefault="0092039B" w:rsidP="0092039B">
      <w:pPr>
        <w:pStyle w:val="Heading2"/>
        <w:rPr>
          <w:rFonts w:eastAsia="Times New Roman"/>
          <w:lang w:val="fr-FR" w:eastAsia="fr-BE"/>
        </w:rPr>
      </w:pPr>
      <w:r w:rsidRPr="0092039B">
        <w:rPr>
          <w:rFonts w:eastAsia="Times New Roman"/>
          <w:lang w:val="fr-FR" w:eastAsia="fr-BE"/>
        </w:rPr>
        <w:t xml:space="preserve">Recherche </w:t>
      </w:r>
    </w:p>
    <w:p w:rsidR="0092039B" w:rsidRDefault="0092039B" w:rsidP="009203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</w:pPr>
      <w:r w:rsidRPr="0092039B"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  <w:t xml:space="preserve">• Utilisation de Basic </w:t>
      </w:r>
      <w:proofErr w:type="spellStart"/>
      <w:r w:rsidRPr="0092039B"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  <w:t>Find</w:t>
      </w:r>
      <w:proofErr w:type="spellEnd"/>
    </w:p>
    <w:p w:rsidR="0092039B" w:rsidRDefault="0092039B" w:rsidP="009203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</w:pPr>
      <w:r w:rsidRPr="0092039B"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  <w:t>• Utilisation de la recherche</w:t>
      </w:r>
    </w:p>
    <w:p w:rsidR="0092039B" w:rsidRDefault="0092039B" w:rsidP="009203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</w:pPr>
      <w:r w:rsidRPr="0092039B"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  <w:t>• Recherche avancée</w:t>
      </w:r>
    </w:p>
    <w:p w:rsidR="0092039B" w:rsidRDefault="0092039B" w:rsidP="0092039B">
      <w:pPr>
        <w:pStyle w:val="Heading2"/>
        <w:rPr>
          <w:rFonts w:eastAsia="Times New Roman"/>
          <w:lang w:val="fr-FR" w:eastAsia="fr-BE"/>
        </w:rPr>
      </w:pPr>
      <w:r w:rsidRPr="0092039B">
        <w:rPr>
          <w:rFonts w:eastAsia="Times New Roman"/>
          <w:lang w:val="fr-FR" w:eastAsia="fr-BE"/>
        </w:rPr>
        <w:t>Sécurité</w:t>
      </w:r>
    </w:p>
    <w:p w:rsidR="0092039B" w:rsidRDefault="0092039B" w:rsidP="009203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</w:pPr>
      <w:r w:rsidRPr="0092039B"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  <w:t>• Affichage des propriétés de sécurité pour un PDF</w:t>
      </w:r>
    </w:p>
    <w:p w:rsidR="0092039B" w:rsidRDefault="0092039B" w:rsidP="009203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</w:pPr>
      <w:r w:rsidRPr="0092039B"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  <w:t>• Activer le cryptage avec la sécurité du mot de passe</w:t>
      </w:r>
    </w:p>
    <w:p w:rsidR="0092039B" w:rsidRDefault="0092039B" w:rsidP="009203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</w:pPr>
      <w:r w:rsidRPr="0092039B"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  <w:t>• Suppression de cryptage avec sécurité de mot de passe</w:t>
      </w:r>
    </w:p>
    <w:p w:rsidR="0092039B" w:rsidRDefault="0092039B" w:rsidP="009203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</w:pPr>
      <w:r w:rsidRPr="0092039B"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  <w:t>• Gestion des politiques de sécurité</w:t>
      </w:r>
    </w:p>
    <w:p w:rsidR="0092039B" w:rsidRPr="0092039B" w:rsidRDefault="0092039B" w:rsidP="0092039B">
      <w:pPr>
        <w:spacing w:after="0" w:line="240" w:lineRule="auto"/>
        <w:rPr>
          <w:lang w:val="fr-BE"/>
        </w:rPr>
      </w:pPr>
      <w:r w:rsidRPr="0092039B"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  <w:t xml:space="preserve">• </w:t>
      </w:r>
      <w:proofErr w:type="spellStart"/>
      <w:r w:rsidRPr="0092039B"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  <w:t>Redactiver</w:t>
      </w:r>
      <w:proofErr w:type="spellEnd"/>
    </w:p>
    <w:sectPr w:rsidR="0092039B" w:rsidRPr="0092039B" w:rsidSect="00BA4DA6">
      <w:pgSz w:w="11910" w:h="16840"/>
      <w:pgMar w:top="567" w:right="851" w:bottom="567" w:left="85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A5B8E"/>
    <w:multiLevelType w:val="hybridMultilevel"/>
    <w:tmpl w:val="5B9A88CE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5B3D83"/>
    <w:multiLevelType w:val="hybridMultilevel"/>
    <w:tmpl w:val="24F40EBE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9119C3"/>
    <w:multiLevelType w:val="hybridMultilevel"/>
    <w:tmpl w:val="F5E60EA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C42EFF"/>
    <w:multiLevelType w:val="hybridMultilevel"/>
    <w:tmpl w:val="6F6AC26E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FF46C5"/>
    <w:multiLevelType w:val="hybridMultilevel"/>
    <w:tmpl w:val="77DCB0F6"/>
    <w:lvl w:ilvl="0" w:tplc="5A62F334">
      <w:start w:val="1"/>
      <w:numFmt w:val="bullet"/>
      <w:pStyle w:val="ListParagraph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95737BD"/>
    <w:multiLevelType w:val="hybridMultilevel"/>
    <w:tmpl w:val="142A1580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1C14DB"/>
    <w:multiLevelType w:val="hybridMultilevel"/>
    <w:tmpl w:val="A7588EDE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C76620"/>
    <w:multiLevelType w:val="hybridMultilevel"/>
    <w:tmpl w:val="34D434D2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BE38DD"/>
    <w:multiLevelType w:val="hybridMultilevel"/>
    <w:tmpl w:val="8DF80FDE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5935CF"/>
    <w:multiLevelType w:val="hybridMultilevel"/>
    <w:tmpl w:val="03D8ECC8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183525"/>
    <w:multiLevelType w:val="hybridMultilevel"/>
    <w:tmpl w:val="0AD84A58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9"/>
  </w:num>
  <w:num w:numId="5">
    <w:abstractNumId w:val="10"/>
  </w:num>
  <w:num w:numId="6">
    <w:abstractNumId w:val="7"/>
  </w:num>
  <w:num w:numId="7">
    <w:abstractNumId w:val="5"/>
  </w:num>
  <w:num w:numId="8">
    <w:abstractNumId w:val="8"/>
  </w:num>
  <w:num w:numId="9">
    <w:abstractNumId w:val="2"/>
  </w:num>
  <w:num w:numId="10">
    <w:abstractNumId w:val="1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</w:compat>
  <w:rsids>
    <w:rsidRoot w:val="00B63990"/>
    <w:rsid w:val="007D4A82"/>
    <w:rsid w:val="0092039B"/>
    <w:rsid w:val="00B63990"/>
    <w:rsid w:val="00B66995"/>
    <w:rsid w:val="00BA4DA6"/>
    <w:rsid w:val="00BB067E"/>
    <w:rsid w:val="00BB1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CB916E-0340-45B2-98DD-7BA1B4FAE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4DA6"/>
  </w:style>
  <w:style w:type="paragraph" w:styleId="Heading1">
    <w:name w:val="heading 1"/>
    <w:basedOn w:val="Normal"/>
    <w:next w:val="Normal"/>
    <w:link w:val="Heading1Char"/>
    <w:uiPriority w:val="9"/>
    <w:qFormat/>
    <w:rsid w:val="00BA4DA6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44061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A4DA6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A4DA6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A4DA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A4DA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A4DA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A4DA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244061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A4DA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244061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A4DA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pPr>
      <w:spacing w:before="4"/>
      <w:ind w:left="468"/>
    </w:pPr>
    <w:rPr>
      <w:rFonts w:ascii="Arial" w:eastAsia="Arial" w:hAnsi="Arial"/>
    </w:rPr>
  </w:style>
  <w:style w:type="paragraph" w:styleId="ListParagraph">
    <w:name w:val="List Paragraph"/>
    <w:basedOn w:val="Normal"/>
    <w:autoRedefine/>
    <w:uiPriority w:val="34"/>
    <w:qFormat/>
    <w:rsid w:val="00BB15E5"/>
    <w:pPr>
      <w:numPr>
        <w:numId w:val="11"/>
      </w:numPr>
      <w:spacing w:after="60" w:line="240" w:lineRule="auto"/>
      <w:ind w:left="924" w:hanging="357"/>
      <w:contextualSpacing/>
    </w:pPr>
  </w:style>
  <w:style w:type="paragraph" w:customStyle="1" w:styleId="TableParagraph">
    <w:name w:val="Table Paragraph"/>
    <w:basedOn w:val="Normal"/>
    <w:uiPriority w:val="1"/>
  </w:style>
  <w:style w:type="paragraph" w:styleId="Title">
    <w:name w:val="Title"/>
    <w:basedOn w:val="Normal"/>
    <w:next w:val="Normal"/>
    <w:link w:val="TitleChar"/>
    <w:uiPriority w:val="10"/>
    <w:qFormat/>
    <w:rsid w:val="00BA4DA6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1F497D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BA4DA6"/>
    <w:rPr>
      <w:rFonts w:asciiTheme="majorHAnsi" w:eastAsiaTheme="majorEastAsia" w:hAnsiTheme="majorHAnsi" w:cstheme="majorBidi"/>
      <w:caps/>
      <w:color w:val="1F497D" w:themeColor="text2"/>
      <w:spacing w:val="-15"/>
      <w:sz w:val="72"/>
      <w:szCs w:val="72"/>
    </w:rPr>
  </w:style>
  <w:style w:type="character" w:customStyle="1" w:styleId="Heading1Char">
    <w:name w:val="Heading 1 Char"/>
    <w:basedOn w:val="DefaultParagraphFont"/>
    <w:link w:val="Heading1"/>
    <w:uiPriority w:val="9"/>
    <w:rsid w:val="00BA4DA6"/>
    <w:rPr>
      <w:rFonts w:asciiTheme="majorHAnsi" w:eastAsiaTheme="majorEastAsia" w:hAnsiTheme="majorHAnsi" w:cstheme="majorBidi"/>
      <w:color w:val="244061" w:themeColor="accent1" w:themeShade="8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BA4DA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BA4DA6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BA4DA6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A4DA6"/>
    <w:rPr>
      <w:rFonts w:asciiTheme="majorHAnsi" w:eastAsiaTheme="majorEastAsia" w:hAnsiTheme="majorHAnsi" w:cstheme="majorBidi"/>
      <w:caps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A4DA6"/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A4DA6"/>
    <w:rPr>
      <w:rFonts w:asciiTheme="majorHAnsi" w:eastAsiaTheme="majorEastAsia" w:hAnsiTheme="majorHAnsi" w:cstheme="majorBidi"/>
      <w:b/>
      <w:bCs/>
      <w:color w:val="244061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A4DA6"/>
    <w:rPr>
      <w:rFonts w:asciiTheme="majorHAnsi" w:eastAsiaTheme="majorEastAsia" w:hAnsiTheme="majorHAnsi" w:cstheme="majorBidi"/>
      <w:b/>
      <w:bCs/>
      <w:i/>
      <w:iCs/>
      <w:color w:val="244061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A4DA6"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A4DA6"/>
    <w:pPr>
      <w:spacing w:line="240" w:lineRule="auto"/>
    </w:pPr>
    <w:rPr>
      <w:b/>
      <w:bCs/>
      <w:smallCaps/>
      <w:color w:val="1F497D" w:themeColor="text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A4DA6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A4DA6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Strong">
    <w:name w:val="Strong"/>
    <w:basedOn w:val="DefaultParagraphFont"/>
    <w:uiPriority w:val="22"/>
    <w:qFormat/>
    <w:rsid w:val="00BA4DA6"/>
    <w:rPr>
      <w:b/>
      <w:bCs/>
    </w:rPr>
  </w:style>
  <w:style w:type="character" w:styleId="Emphasis">
    <w:name w:val="Emphasis"/>
    <w:basedOn w:val="DefaultParagraphFont"/>
    <w:uiPriority w:val="20"/>
    <w:qFormat/>
    <w:rsid w:val="00BA4DA6"/>
    <w:rPr>
      <w:i/>
      <w:iCs/>
    </w:rPr>
  </w:style>
  <w:style w:type="paragraph" w:styleId="NoSpacing">
    <w:name w:val="No Spacing"/>
    <w:uiPriority w:val="1"/>
    <w:qFormat/>
    <w:rsid w:val="00BA4DA6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BA4DA6"/>
    <w:pPr>
      <w:spacing w:before="120" w:after="120"/>
      <w:ind w:left="720"/>
    </w:pPr>
    <w:rPr>
      <w:color w:val="1F497D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BA4DA6"/>
    <w:rPr>
      <w:color w:val="1F497D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A4DA6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1F497D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A4DA6"/>
    <w:rPr>
      <w:rFonts w:asciiTheme="majorHAnsi" w:eastAsiaTheme="majorEastAsia" w:hAnsiTheme="majorHAnsi" w:cstheme="majorBidi"/>
      <w:color w:val="1F497D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BA4DA6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BA4DA6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BA4DA6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BA4DA6"/>
    <w:rPr>
      <w:b/>
      <w:bCs/>
      <w:smallCaps/>
      <w:color w:val="1F497D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BA4DA6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A4DA6"/>
    <w:pPr>
      <w:outlineLvl w:val="9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92039B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fr-BE" w:eastAsia="fr-BE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92039B"/>
    <w:rPr>
      <w:rFonts w:ascii="Arial" w:eastAsia="Times New Roman" w:hAnsi="Arial" w:cs="Arial"/>
      <w:vanish/>
      <w:sz w:val="16"/>
      <w:szCs w:val="16"/>
      <w:lang w:val="fr-BE" w:eastAsia="fr-BE"/>
    </w:rPr>
  </w:style>
  <w:style w:type="character" w:customStyle="1" w:styleId="gt-ft-text">
    <w:name w:val="gt-ft-text"/>
    <w:basedOn w:val="DefaultParagraphFont"/>
    <w:rsid w:val="0092039B"/>
  </w:style>
  <w:style w:type="character" w:styleId="Hyperlink">
    <w:name w:val="Hyperlink"/>
    <w:basedOn w:val="DefaultParagraphFont"/>
    <w:uiPriority w:val="99"/>
    <w:semiHidden/>
    <w:unhideWhenUsed/>
    <w:rsid w:val="0092039B"/>
    <w:rPr>
      <w:color w:val="0000FF"/>
      <w:u w:val="single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92039B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fr-BE" w:eastAsia="fr-BE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92039B"/>
    <w:rPr>
      <w:rFonts w:ascii="Arial" w:eastAsia="Times New Roman" w:hAnsi="Arial" w:cs="Arial"/>
      <w:vanish/>
      <w:sz w:val="16"/>
      <w:szCs w:val="16"/>
      <w:lang w:val="fr-BE" w:eastAsia="fr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652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05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8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654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52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846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666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449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853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5376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1039</Words>
  <Characters>5720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Acrobat XI | Business Training</vt:lpstr>
    </vt:vector>
  </TitlesOfParts>
  <Company/>
  <LinksUpToDate>false</LinksUpToDate>
  <CharactersWithSpaces>6746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Acrobat XI | Business Training</dc:title>
  <dc:creator>Danny</dc:creator>
  <cp:lastModifiedBy>Danny</cp:lastModifiedBy>
  <cp:revision>6</cp:revision>
  <dcterms:created xsi:type="dcterms:W3CDTF">2014-09-27T11:22:00Z</dcterms:created>
  <dcterms:modified xsi:type="dcterms:W3CDTF">2017-04-25T16:13:00Z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2014-09-26T00:00:00Z</vt:filetime>
  </property>
  <property fmtid="{D5CDD505-2E9C-101B-9397-08002B2CF9AE}" pid="3" name="LastSaved">
    <vt:filetime>2014-09-27T00:00:00Z</vt:filetime>
  </property>
</Properties>
</file>